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C58478" w14:textId="08076F33" w:rsidR="005D1746" w:rsidRDefault="005D1746"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7B0286">
        <w:rPr>
          <w:rFonts w:ascii="Calibri" w:hAnsi="Calibri" w:cs="Calibri"/>
          <w:sz w:val="24"/>
          <w:szCs w:val="24"/>
        </w:rPr>
        <w:t>238/2023</w:t>
      </w:r>
    </w:p>
    <w:p w14:paraId="5277D08D" w14:textId="32C9FED8" w:rsidR="005D1746" w:rsidRDefault="005D1746"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 xml:space="preserve">º </w:t>
      </w:r>
      <w:r w:rsidR="007B0286">
        <w:rPr>
          <w:rFonts w:ascii="Calibri" w:hAnsi="Calibri" w:cs="Calibri"/>
          <w:sz w:val="24"/>
          <w:szCs w:val="24"/>
        </w:rPr>
        <w:t>21.961/2023</w:t>
      </w:r>
    </w:p>
    <w:p w14:paraId="59888CB5" w14:textId="77777777" w:rsidR="005D1746" w:rsidRDefault="005D1746"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668AF3A3" w14:textId="77777777" w:rsidR="005D1746" w:rsidRDefault="005D1746"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>MENOR PREÇO UNITÁRIO</w:t>
      </w:r>
    </w:p>
    <w:p w14:paraId="693B575F" w14:textId="6857CB02" w:rsidR="005D1746" w:rsidRPr="007B0286" w:rsidRDefault="005D1746" w:rsidP="009E7836">
      <w:pPr>
        <w:jc w:val="both"/>
        <w:rPr>
          <w:sz w:val="24"/>
          <w:szCs w:val="18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 xml:space="preserve">REGISTRO DE PREÇO </w:t>
      </w:r>
      <w:r w:rsidR="007B0286" w:rsidRPr="007B0286">
        <w:rPr>
          <w:rFonts w:asciiTheme="minorHAnsi" w:hAnsiTheme="minorHAnsi" w:cstheme="minorHAnsi"/>
          <w:sz w:val="24"/>
          <w:szCs w:val="22"/>
        </w:rPr>
        <w:t>para futura e eventual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 xml:space="preserve"> </w:t>
      </w:r>
      <w:r w:rsidR="007B0286" w:rsidRPr="007B0286">
        <w:rPr>
          <w:rFonts w:asciiTheme="minorHAnsi" w:hAnsiTheme="minorHAnsi" w:cstheme="minorHAnsi"/>
          <w:sz w:val="24"/>
          <w:szCs w:val="22"/>
        </w:rPr>
        <w:t>AQUISIÇÃO, sob demanda, de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 xml:space="preserve"> OXIGÊNIO GASOSO PURO MEDICINAL ACONDICIONADO EM CILINDROS DE 1M</w:t>
      </w:r>
      <w:r w:rsidR="000A1FE2">
        <w:rPr>
          <w:rFonts w:asciiTheme="minorHAnsi" w:hAnsiTheme="minorHAnsi" w:cstheme="minorHAnsi"/>
          <w:b/>
          <w:bCs/>
          <w:sz w:val="24"/>
          <w:szCs w:val="22"/>
        </w:rPr>
        <w:t>³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 xml:space="preserve"> e</w:t>
      </w:r>
      <w:r w:rsidR="007B0286" w:rsidRPr="007B0286">
        <w:rPr>
          <w:rFonts w:ascii="Azo Sans Md" w:hAnsi="Azo Sans Md"/>
          <w:sz w:val="20"/>
        </w:rPr>
        <w:t xml:space="preserve"> 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>OXIGÊNIO GASOSO PURO MEDICINAL ACONDICIONADO EM CILINDROS DE 2M</w:t>
      </w:r>
      <w:r w:rsidR="000A1FE2">
        <w:rPr>
          <w:rFonts w:asciiTheme="minorHAnsi" w:hAnsiTheme="minorHAnsi" w:cstheme="minorHAnsi"/>
          <w:b/>
          <w:bCs/>
          <w:sz w:val="24"/>
          <w:szCs w:val="22"/>
        </w:rPr>
        <w:t>³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>, a 10M</w:t>
      </w:r>
      <w:r w:rsidR="000A1FE2">
        <w:rPr>
          <w:rFonts w:asciiTheme="minorHAnsi" w:hAnsiTheme="minorHAnsi" w:cstheme="minorHAnsi"/>
          <w:b/>
          <w:bCs/>
          <w:sz w:val="24"/>
          <w:szCs w:val="22"/>
        </w:rPr>
        <w:t>³</w:t>
      </w:r>
      <w:r w:rsidR="007B0286" w:rsidRPr="007B0286">
        <w:rPr>
          <w:rFonts w:asciiTheme="minorHAnsi" w:hAnsiTheme="minorHAnsi" w:cstheme="minorHAnsi"/>
          <w:b/>
          <w:bCs/>
          <w:sz w:val="24"/>
          <w:szCs w:val="22"/>
        </w:rPr>
        <w:t xml:space="preserve"> E OXIGÊNIO LÍQUIDO PURO</w:t>
      </w:r>
      <w:r w:rsidR="007B0286">
        <w:rPr>
          <w:rFonts w:asciiTheme="minorHAnsi" w:hAnsiTheme="minorHAnsi" w:cstheme="minorHAnsi"/>
          <w:sz w:val="24"/>
          <w:szCs w:val="22"/>
        </w:rPr>
        <w:t>,</w:t>
      </w:r>
      <w:r w:rsidR="007B0286" w:rsidRPr="007B0286">
        <w:rPr>
          <w:rFonts w:ascii="Calibri Light" w:hAnsi="Calibri Light" w:cs="Calibri Light"/>
          <w:color w:val="000000"/>
          <w:sz w:val="24"/>
          <w:szCs w:val="18"/>
        </w:rPr>
        <w:t xml:space="preserve"> </w:t>
      </w:r>
      <w:r w:rsidR="007B0286" w:rsidRPr="007B0286">
        <w:rPr>
          <w:rFonts w:asciiTheme="minorHAnsi" w:hAnsiTheme="minorHAnsi" w:cstheme="minorHAnsi"/>
          <w:sz w:val="24"/>
          <w:szCs w:val="22"/>
        </w:rPr>
        <w:t>para atender às necessidades do Hospital Municipal Raul Sertã e Hospital Maternidade Dr. Mário Dutra de Castro.</w:t>
      </w:r>
    </w:p>
    <w:p w14:paraId="2493C908" w14:textId="6C875D11" w:rsidR="005D1746" w:rsidRDefault="005D1746">
      <w:pPr>
        <w:rPr>
          <w:rFonts w:ascii="Calibri" w:hAnsi="Calibri" w:cs="Calibri"/>
          <w:b/>
          <w:color w:val="0000FF"/>
          <w:sz w:val="24"/>
          <w:szCs w:val="24"/>
        </w:rPr>
      </w:pPr>
    </w:p>
    <w:p w14:paraId="200A3C21" w14:textId="77777777" w:rsidR="005406EA" w:rsidRDefault="005406EA">
      <w:pPr>
        <w:rPr>
          <w:rFonts w:ascii="Calibri" w:hAnsi="Calibri" w:cs="Calibri"/>
          <w:b/>
          <w:color w:val="0000FF"/>
          <w:sz w:val="24"/>
          <w:szCs w:val="24"/>
        </w:rPr>
      </w:pPr>
    </w:p>
    <w:p w14:paraId="5493F280" w14:textId="572E2B76" w:rsidR="005D1746" w:rsidRDefault="005D1746">
      <w:pPr>
        <w:widowControl w:val="0"/>
        <w:jc w:val="center"/>
      </w:pPr>
      <w:r>
        <w:rPr>
          <w:rFonts w:ascii="Calibri" w:hAnsi="Calibri" w:cs="Calibri"/>
          <w:b/>
          <w:sz w:val="24"/>
          <w:szCs w:val="24"/>
        </w:rPr>
        <w:t xml:space="preserve">ANEXO - </w:t>
      </w:r>
      <w:r w:rsidR="007B0286">
        <w:rPr>
          <w:rFonts w:ascii="Calibri" w:hAnsi="Calibri" w:cs="Calibri"/>
          <w:b/>
          <w:sz w:val="24"/>
          <w:szCs w:val="24"/>
        </w:rPr>
        <w:t>I</w:t>
      </w:r>
      <w:r>
        <w:rPr>
          <w:rFonts w:ascii="Calibri" w:hAnsi="Calibri" w:cs="Calibri"/>
          <w:b/>
          <w:sz w:val="24"/>
          <w:szCs w:val="24"/>
        </w:rPr>
        <w:t>V</w:t>
      </w:r>
    </w:p>
    <w:p w14:paraId="4ACAF3FD" w14:textId="77777777" w:rsidR="005D1746" w:rsidRDefault="005D1746">
      <w:pPr>
        <w:jc w:val="center"/>
        <w:rPr>
          <w:rFonts w:ascii="Calibri" w:hAnsi="Calibri" w:cs="Calibri"/>
          <w:b/>
          <w:sz w:val="24"/>
          <w:szCs w:val="24"/>
        </w:rPr>
      </w:pPr>
    </w:p>
    <w:p w14:paraId="66FF026E" w14:textId="77777777" w:rsidR="005D1746" w:rsidRDefault="005D1746">
      <w:pPr>
        <w:jc w:val="center"/>
      </w:pPr>
      <w:r>
        <w:rPr>
          <w:rFonts w:ascii="Calibri" w:hAnsi="Calibri" w:cs="Calibri"/>
          <w:b/>
          <w:sz w:val="24"/>
          <w:szCs w:val="24"/>
        </w:rPr>
        <w:t>MODELO DE DECLARAÇÃO UNIFICADA</w:t>
      </w:r>
    </w:p>
    <w:p w14:paraId="600D27C6" w14:textId="43B187A5" w:rsidR="005D1746" w:rsidRDefault="005D1746">
      <w:pPr>
        <w:pStyle w:val="Ttulo1"/>
        <w:ind w:left="708" w:hanging="708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(papel timbrado da licitante)</w:t>
      </w:r>
    </w:p>
    <w:p w14:paraId="0CAD8DA0" w14:textId="77777777" w:rsidR="005406EA" w:rsidRPr="005406EA" w:rsidRDefault="005406EA" w:rsidP="005406EA"/>
    <w:p w14:paraId="73BBD3C2" w14:textId="77777777" w:rsidR="005D1746" w:rsidRDefault="005D1746">
      <w:pPr>
        <w:jc w:val="center"/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07B7AAD9" w14:textId="77777777" w:rsidR="005D1746" w:rsidRDefault="005D1746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b/>
          <w:sz w:val="22"/>
          <w:szCs w:val="22"/>
        </w:rPr>
        <w:t>Ao pregoeiro e equipe de apoio</w:t>
      </w:r>
    </w:p>
    <w:p w14:paraId="2C21F391" w14:textId="77777777" w:rsidR="005D1746" w:rsidRDefault="005D1746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sz w:val="22"/>
          <w:szCs w:val="22"/>
        </w:rPr>
        <w:t>Prefeitura Municipal de Nova Friburgo, Estado do Rio de Janeiro</w:t>
      </w:r>
    </w:p>
    <w:p w14:paraId="2D89C603" w14:textId="199FEFA2" w:rsidR="005D1746" w:rsidRDefault="005D1746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7B0286">
        <w:rPr>
          <w:rFonts w:ascii="Calibri" w:hAnsi="Calibri" w:cs="Calibri"/>
          <w:b/>
          <w:sz w:val="22"/>
          <w:szCs w:val="22"/>
        </w:rPr>
        <w:t>238/2023</w:t>
      </w:r>
    </w:p>
    <w:p w14:paraId="197E2DBF" w14:textId="77777777" w:rsidR="005D1746" w:rsidRDefault="005D1746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589BBAFC" w14:textId="77777777" w:rsidR="005D1746" w:rsidRDefault="005D1746" w:rsidP="007B0286">
      <w:pPr>
        <w:jc w:val="both"/>
      </w:pPr>
      <w:r>
        <w:rPr>
          <w:rFonts w:ascii="Calibri" w:hAnsi="Calibri" w:cs="Calibri"/>
          <w:sz w:val="22"/>
          <w:szCs w:val="22"/>
        </w:rPr>
        <w:t xml:space="preserve">Pelo presente instrumento, a empresa ......................, CNPJ nº ..................., com sede na .........................., através de seu representante legal infra-assinado, </w:t>
      </w:r>
      <w:r>
        <w:rPr>
          <w:rFonts w:ascii="Calibri" w:hAnsi="Calibri" w:cs="Calibri"/>
          <w:color w:val="000000"/>
          <w:sz w:val="22"/>
          <w:szCs w:val="22"/>
        </w:rPr>
        <w:t xml:space="preserve">que: </w:t>
      </w:r>
    </w:p>
    <w:p w14:paraId="69612E8F" w14:textId="77777777" w:rsidR="005D1746" w:rsidRDefault="005D1746">
      <w:pPr>
        <w:rPr>
          <w:rFonts w:ascii="Calibri" w:hAnsi="Calibri" w:cs="Calibri"/>
          <w:color w:val="000000"/>
          <w:sz w:val="22"/>
          <w:szCs w:val="22"/>
        </w:rPr>
      </w:pPr>
    </w:p>
    <w:p w14:paraId="50441C0F" w14:textId="77777777" w:rsidR="005D1746" w:rsidRDefault="005D1746">
      <w:pPr>
        <w:pStyle w:val="PargrafodaLista"/>
        <w:ind w:left="0" w:firstLine="0"/>
      </w:pPr>
      <w:r>
        <w:rPr>
          <w:rFonts w:ascii="Calibri" w:hAnsi="Calibri" w:cs="Calibri"/>
          <w:sz w:val="22"/>
          <w:szCs w:val="22"/>
        </w:rPr>
        <w:t xml:space="preserve">(     ) Declara, sob as penas do artigo 299 do Código Penal, que </w:t>
      </w:r>
      <w:r>
        <w:rPr>
          <w:rFonts w:ascii="Calibri" w:hAnsi="Calibri" w:cs="Calibri"/>
          <w:b/>
          <w:bCs/>
          <w:sz w:val="22"/>
          <w:szCs w:val="22"/>
        </w:rPr>
        <w:t>se enquadra na situação de microempresa, empresa de pequeno porte ou cooperativa, nos termos da Lei Complementar nº 123/06, alterada pela Lei Complementar nº 147/14</w:t>
      </w:r>
      <w:r>
        <w:rPr>
          <w:rFonts w:ascii="Calibri" w:hAnsi="Calibri" w:cs="Calibri"/>
          <w:sz w:val="22"/>
          <w:szCs w:val="22"/>
        </w:rPr>
        <w:t>, bem assim que inexistem fatos supervenientes que conduzam ao seu desenquadramento desta situação.</w:t>
      </w:r>
    </w:p>
    <w:p w14:paraId="5FF54BCE" w14:textId="77777777" w:rsidR="005D1746" w:rsidRDefault="005D1746">
      <w:pPr>
        <w:rPr>
          <w:rFonts w:ascii="Calibri" w:hAnsi="Calibri" w:cs="Calibri"/>
          <w:color w:val="000000"/>
          <w:sz w:val="22"/>
          <w:szCs w:val="22"/>
        </w:rPr>
      </w:pPr>
    </w:p>
    <w:p w14:paraId="606A0E4D" w14:textId="77777777" w:rsidR="005D1746" w:rsidRDefault="005D1746">
      <w:r>
        <w:rPr>
          <w:rFonts w:ascii="Calibri" w:hAnsi="Calibri" w:cs="Calibri"/>
          <w:sz w:val="22"/>
          <w:szCs w:val="22"/>
          <w:u w:val="single"/>
        </w:rPr>
        <w:t>*Marcar este item caso se enquadre na situação de microempresa, empresa de pequeno porte ou cooperativa.</w:t>
      </w:r>
    </w:p>
    <w:p w14:paraId="5FB39276" w14:textId="77777777" w:rsidR="005D1746" w:rsidRDefault="005D1746">
      <w:pPr>
        <w:rPr>
          <w:rFonts w:ascii="Calibri" w:hAnsi="Calibri" w:cs="Calibri"/>
          <w:color w:val="000000"/>
          <w:sz w:val="22"/>
          <w:szCs w:val="22"/>
          <w:u w:val="single"/>
        </w:rPr>
      </w:pPr>
    </w:p>
    <w:p w14:paraId="0706A7B1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b/>
          <w:bCs/>
          <w:sz w:val="22"/>
          <w:szCs w:val="22"/>
        </w:rPr>
        <w:t>Declaramos</w:t>
      </w:r>
      <w:r>
        <w:rPr>
          <w:rFonts w:ascii="Calibri" w:hAnsi="Calibri" w:cs="Calibri"/>
          <w:sz w:val="22"/>
          <w:szCs w:val="22"/>
        </w:rPr>
        <w:t xml:space="preserve">, para os fins do disposto no inciso XXXIII do art. 7º da Constituição Federal, </w:t>
      </w:r>
      <w:r>
        <w:rPr>
          <w:rFonts w:ascii="Calibri" w:hAnsi="Calibri" w:cs="Calibri"/>
          <w:b/>
          <w:bCs/>
          <w:sz w:val="22"/>
          <w:szCs w:val="22"/>
        </w:rPr>
        <w:t>não empregamos menores de dezoito anos</w:t>
      </w:r>
      <w:r>
        <w:rPr>
          <w:rFonts w:ascii="Calibri" w:hAnsi="Calibri" w:cs="Calibri"/>
          <w:sz w:val="22"/>
          <w:szCs w:val="22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255BD737" w14:textId="77777777" w:rsidR="005D1746" w:rsidRDefault="005D1746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4F5C2F5F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1E9239EA" w14:textId="77777777" w:rsidR="005D1746" w:rsidRDefault="005D1746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6AC476C9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color w:val="000000"/>
          <w:sz w:val="22"/>
          <w:szCs w:val="22"/>
        </w:rPr>
        <w:t xml:space="preserve">Declaramos, </w:t>
      </w:r>
      <w:r>
        <w:rPr>
          <w:rFonts w:ascii="Calibri" w:hAnsi="Calibri" w:cs="Calibri"/>
          <w:sz w:val="22"/>
          <w:szCs w:val="22"/>
        </w:rPr>
        <w:t>para os fins</w:t>
      </w:r>
      <w:r>
        <w:rPr>
          <w:rFonts w:ascii="Calibri" w:hAnsi="Calibri" w:cs="Calibri"/>
          <w:color w:val="000000"/>
          <w:sz w:val="22"/>
          <w:szCs w:val="22"/>
        </w:rPr>
        <w:t xml:space="preserve"> que a empresa </w:t>
      </w:r>
      <w:r>
        <w:rPr>
          <w:rFonts w:ascii="Calibri" w:hAnsi="Calibri" w:cs="Calibri"/>
          <w:sz w:val="22"/>
          <w:szCs w:val="22"/>
        </w:rPr>
        <w:t>não foi declarada inidônea por nenhum órgão público de qualquer esfera de governo, estando apta a contratar com o poder público.</w:t>
      </w:r>
    </w:p>
    <w:p w14:paraId="0E0DE061" w14:textId="77777777" w:rsidR="005D1746" w:rsidRDefault="005D1746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4565972B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656533B8" w14:textId="77777777" w:rsidR="005D1746" w:rsidRDefault="005D1746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767E17A5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Comprometo-me a manter durante a execução do contrato, em compatibilidade com as obrigações assumidas, todas as condições de habilitação e qualificação exigidas na licitação.</w:t>
      </w:r>
    </w:p>
    <w:p w14:paraId="5E5E142B" w14:textId="77777777" w:rsidR="005D1746" w:rsidRDefault="005D1746">
      <w:pPr>
        <w:rPr>
          <w:rFonts w:ascii="Calibri" w:hAnsi="Calibri" w:cs="Calibri"/>
          <w:color w:val="000000"/>
          <w:sz w:val="22"/>
          <w:szCs w:val="22"/>
        </w:rPr>
      </w:pPr>
    </w:p>
    <w:p w14:paraId="5A389FF1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devidos fins de direito, na qualidade de Proponente dos procedimentos licitatórios, instaurados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por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este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Município,</w:t>
      </w:r>
      <w:r>
        <w:rPr>
          <w:rFonts w:ascii="Calibri" w:hAnsi="Calibri" w:cs="Calibri"/>
          <w:spacing w:val="14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que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responsável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legal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empresa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administrador/procurador/diretor/etc), </w:t>
      </w:r>
      <w:r>
        <w:rPr>
          <w:rFonts w:ascii="Calibri" w:hAnsi="Calibri" w:cs="Calibri"/>
          <w:b/>
          <w:sz w:val="22"/>
          <w:szCs w:val="22"/>
        </w:rPr>
        <w:t>responsável pela assinatura da Ata de Registro de Preços/contrato.</w:t>
      </w:r>
    </w:p>
    <w:p w14:paraId="495CD716" w14:textId="77777777" w:rsidR="005D1746" w:rsidRDefault="005D1746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09B44E79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 xml:space="preserve">Declaramos, para os devidos fins que em caso de qualquer comunicação futura referente e este processo licitatório, bem como em caso de eventual contratação, </w:t>
      </w:r>
      <w:r>
        <w:rPr>
          <w:rFonts w:ascii="Calibri" w:hAnsi="Calibri" w:cs="Calibri"/>
          <w:b/>
          <w:sz w:val="22"/>
          <w:szCs w:val="22"/>
        </w:rPr>
        <w:t>concordo que a Ata de Registro de Preços/Contrato</w:t>
      </w:r>
      <w:r>
        <w:rPr>
          <w:rFonts w:ascii="Calibri" w:hAnsi="Calibri" w:cs="Calibri"/>
          <w:sz w:val="22"/>
          <w:szCs w:val="22"/>
        </w:rPr>
        <w:t xml:space="preserve"> seja encaminhado para o seguinte</w:t>
      </w:r>
      <w:r>
        <w:rPr>
          <w:rFonts w:ascii="Calibri" w:hAnsi="Calibri" w:cs="Calibri"/>
          <w:spacing w:val="-17"/>
          <w:sz w:val="22"/>
          <w:szCs w:val="22"/>
        </w:rPr>
        <w:t xml:space="preserve"> endereço</w:t>
      </w:r>
      <w:r>
        <w:rPr>
          <w:rFonts w:ascii="Calibri" w:hAnsi="Calibri" w:cs="Calibri"/>
          <w:sz w:val="22"/>
          <w:szCs w:val="22"/>
        </w:rPr>
        <w:t>:</w:t>
      </w:r>
    </w:p>
    <w:p w14:paraId="65332583" w14:textId="77777777" w:rsidR="005D1746" w:rsidRDefault="005D1746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7632FD36" w14:textId="77777777" w:rsidR="005D1746" w:rsidRDefault="005D1746">
      <w:pPr>
        <w:pStyle w:val="PargrafodaLista"/>
        <w:ind w:left="720" w:firstLine="0"/>
      </w:pPr>
      <w:r>
        <w:rPr>
          <w:rFonts w:ascii="Calibri" w:hAnsi="Calibri" w:cs="Calibri"/>
          <w:b/>
          <w:color w:val="000000"/>
          <w:sz w:val="22"/>
          <w:szCs w:val="22"/>
        </w:rPr>
        <w:t>E-mail:</w:t>
      </w:r>
    </w:p>
    <w:p w14:paraId="1D28ECAB" w14:textId="77777777" w:rsidR="005D1746" w:rsidRDefault="005D1746">
      <w:pPr>
        <w:pStyle w:val="PargrafodaLista"/>
        <w:ind w:left="720" w:firstLine="0"/>
      </w:pPr>
      <w:r>
        <w:rPr>
          <w:rFonts w:ascii="Calibri" w:hAnsi="Calibri" w:cs="Calibri"/>
          <w:b/>
          <w:color w:val="000000"/>
          <w:sz w:val="22"/>
          <w:szCs w:val="22"/>
        </w:rPr>
        <w:t>Telefone: ()</w:t>
      </w:r>
    </w:p>
    <w:p w14:paraId="460C0CE6" w14:textId="77777777" w:rsidR="005D1746" w:rsidRDefault="005D1746">
      <w:pPr>
        <w:pStyle w:val="PargrafodaLista"/>
        <w:ind w:left="720" w:firstLine="0"/>
      </w:pPr>
      <w:r>
        <w:rPr>
          <w:rFonts w:ascii="Calibri" w:hAnsi="Calibri" w:cs="Calibri"/>
          <w:b/>
          <w:color w:val="000000"/>
          <w:sz w:val="22"/>
          <w:szCs w:val="22"/>
        </w:rPr>
        <w:t>Endereço:</w:t>
      </w:r>
    </w:p>
    <w:p w14:paraId="5757B6E9" w14:textId="77777777" w:rsidR="005D1746" w:rsidRDefault="005D1746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5B10DCF0" w14:textId="77777777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30F8CA4A" w14:textId="77777777" w:rsidR="005D1746" w:rsidRDefault="005D1746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53755053" w14:textId="1EE07D7B" w:rsidR="005D1746" w:rsidRDefault="005D1746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Nomeamos e constituímos</w:t>
      </w:r>
      <w:r>
        <w:rPr>
          <w:rFonts w:ascii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senhor(a)........................................., portador(a) do CPF/MF sob</w:t>
      </w:r>
      <w:r>
        <w:rPr>
          <w:rFonts w:ascii="Calibri" w:hAnsi="Calibri" w:cs="Calibri"/>
          <w:spacing w:val="16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n.º..................................., para ser o(a) responsável para acompanhar a execução da </w:t>
      </w:r>
      <w:r>
        <w:rPr>
          <w:rFonts w:ascii="Calibri" w:hAnsi="Calibri" w:cs="Calibri"/>
          <w:bCs/>
          <w:sz w:val="22"/>
          <w:szCs w:val="22"/>
        </w:rPr>
        <w:t>Ata de Registro de Preços/contrato,</w:t>
      </w:r>
      <w:r>
        <w:rPr>
          <w:rFonts w:ascii="Calibri" w:hAnsi="Calibri" w:cs="Calibri"/>
          <w:sz w:val="22"/>
          <w:szCs w:val="22"/>
        </w:rPr>
        <w:t xml:space="preserve"> referente ao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n.º </w:t>
      </w:r>
      <w:r w:rsidR="007B0286">
        <w:rPr>
          <w:rFonts w:ascii="Calibri" w:hAnsi="Calibri" w:cs="Calibri"/>
          <w:b/>
          <w:bCs/>
          <w:sz w:val="22"/>
          <w:szCs w:val="22"/>
        </w:rPr>
        <w:t>238/2023</w:t>
      </w:r>
      <w:r w:rsidR="007B0286" w:rsidRPr="007B028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todos os atos necessários ao cumprimento das obrigações contidas no instrumento convocatório, seus Anexos e na Ata de Registro de Preços/Contrato.</w:t>
      </w:r>
    </w:p>
    <w:p w14:paraId="56975904" w14:textId="77777777" w:rsidR="005D1746" w:rsidRDefault="005D1746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073ED8A1" w14:textId="77777777" w:rsidR="005D1746" w:rsidRDefault="005D1746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11095ABA" w14:textId="77777777" w:rsidR="005D1746" w:rsidRDefault="005D1746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2EEA5AED" w14:textId="1960013C" w:rsidR="005D1746" w:rsidRDefault="005D1746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.............................................................................., ........, ................................... de 202</w:t>
      </w:r>
      <w:r w:rsidR="00874A88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.</w:t>
      </w:r>
    </w:p>
    <w:p w14:paraId="6FAF0944" w14:textId="77777777" w:rsidR="005D1746" w:rsidRDefault="005D1746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Local e Data</w:t>
      </w:r>
    </w:p>
    <w:p w14:paraId="2903675F" w14:textId="77777777" w:rsidR="005D1746" w:rsidRDefault="005D1746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02A1701F" w14:textId="77777777" w:rsidR="005D1746" w:rsidRDefault="005D1746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0657091E" w14:textId="77777777" w:rsidR="005D1746" w:rsidRDefault="005D1746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54056BB0" w14:textId="77777777" w:rsidR="005D1746" w:rsidRDefault="005D1746">
      <w:pPr>
        <w:pStyle w:val="Corpodetexto"/>
        <w:jc w:val="center"/>
      </w:pPr>
      <w:r>
        <w:rPr>
          <w:rFonts w:ascii="Calibri" w:hAnsi="Calibri" w:cs="Calibri"/>
          <w:sz w:val="22"/>
          <w:szCs w:val="22"/>
        </w:rPr>
        <w:t>Assinatura do Responsável pela Empresa</w:t>
      </w:r>
    </w:p>
    <w:p w14:paraId="6F011AB6" w14:textId="77777777" w:rsidR="005D1746" w:rsidRDefault="005D1746">
      <w:pPr>
        <w:jc w:val="center"/>
      </w:pPr>
      <w:r>
        <w:rPr>
          <w:rFonts w:ascii="Calibri" w:hAnsi="Calibri" w:cs="Calibri"/>
          <w:sz w:val="22"/>
          <w:szCs w:val="22"/>
        </w:rPr>
        <w:t>(Nome Legível/Cargo)</w:t>
      </w:r>
    </w:p>
    <w:p w14:paraId="186ABC98" w14:textId="77777777" w:rsidR="005D1746" w:rsidRDefault="005D1746">
      <w:bookmarkStart w:id="0" w:name="_Hlk88473393"/>
      <w:bookmarkEnd w:id="0"/>
    </w:p>
    <w:sectPr w:rsidR="005D1746" w:rsidSect="007B0286">
      <w:headerReference w:type="default" r:id="rId7"/>
      <w:pgSz w:w="12240" w:h="15840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763D" w14:textId="77777777" w:rsidR="007D3F10" w:rsidRDefault="007D3F10">
      <w:r>
        <w:separator/>
      </w:r>
    </w:p>
  </w:endnote>
  <w:endnote w:type="continuationSeparator" w:id="0">
    <w:p w14:paraId="17556AAF" w14:textId="77777777" w:rsidR="007D3F10" w:rsidRDefault="007D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EAD11" w14:textId="77777777" w:rsidR="007D3F10" w:rsidRDefault="007D3F10">
      <w:r>
        <w:separator/>
      </w:r>
    </w:p>
  </w:footnote>
  <w:footnote w:type="continuationSeparator" w:id="0">
    <w:p w14:paraId="5F3C62D1" w14:textId="77777777" w:rsidR="007D3F10" w:rsidRDefault="007D3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03076390"/>
  <w:p w14:paraId="71924BF9" w14:textId="4809A749" w:rsidR="005D1746" w:rsidRPr="007B0286" w:rsidRDefault="007B0286" w:rsidP="007B0286">
    <w:pPr>
      <w:ind w:hanging="142"/>
      <w:rPr>
        <w:rFonts w:ascii="Arial" w:hAnsi="Arial" w:cs="Arial"/>
        <w:sz w:val="16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45C0006" wp14:editId="7D9F4646">
              <wp:simplePos x="0" y="0"/>
              <wp:positionH relativeFrom="column">
                <wp:posOffset>4200525</wp:posOffset>
              </wp:positionH>
              <wp:positionV relativeFrom="paragraph">
                <wp:posOffset>206375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E992279" w14:textId="77777777" w:rsidR="007B0286" w:rsidRDefault="007B0286" w:rsidP="007B028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21.961/2023</w:t>
                          </w:r>
                        </w:p>
                        <w:p w14:paraId="13CC5859" w14:textId="77777777" w:rsidR="007B0286" w:rsidRDefault="007B0286" w:rsidP="007B028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5C0006" id="Retângulo 4" o:spid="_x0000_s1026" style="position:absolute;margin-left:330.75pt;margin-top:16.2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yzC6se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3E992279" w14:textId="77777777" w:rsidR="007B0286" w:rsidRDefault="007B0286" w:rsidP="007B028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21.961/2023</w:t>
                    </w:r>
                  </w:p>
                  <w:p w14:paraId="13CC5859" w14:textId="77777777" w:rsidR="007B0286" w:rsidRDefault="007B0286" w:rsidP="007B028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1"/>
    <w:r>
      <w:rPr>
        <w:rFonts w:ascii="Arial" w:hAnsi="Arial" w:cs="Arial"/>
        <w:noProof/>
        <w:sz w:val="16"/>
        <w:szCs w:val="18"/>
      </w:rPr>
      <w:drawing>
        <wp:inline distT="0" distB="0" distL="0" distR="0" wp14:anchorId="4879A425" wp14:editId="0E363EB9">
          <wp:extent cx="3708400" cy="93916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D9"/>
    <w:rsid w:val="000A1FE2"/>
    <w:rsid w:val="001610D9"/>
    <w:rsid w:val="001B3CE1"/>
    <w:rsid w:val="00283E21"/>
    <w:rsid w:val="0029048B"/>
    <w:rsid w:val="00316C79"/>
    <w:rsid w:val="00457EAD"/>
    <w:rsid w:val="004B7CCE"/>
    <w:rsid w:val="005406EA"/>
    <w:rsid w:val="005D1746"/>
    <w:rsid w:val="007B0286"/>
    <w:rsid w:val="007D3F10"/>
    <w:rsid w:val="00874A88"/>
    <w:rsid w:val="0091365A"/>
    <w:rsid w:val="009E7836"/>
    <w:rsid w:val="00B62207"/>
    <w:rsid w:val="00C93E53"/>
    <w:rsid w:val="00D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EF6009"/>
  <w15:docId w15:val="{60EAB5C5-6FAD-4707-89F4-77938299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018%20-%2022%20-%20ESCOVA%20DE%20DEGERMA&#199;&#195;O\ANEXO%20V%20-%20DECLARA&#199;&#195;O%20UNIFICADA%20-%20PE%20018%20-%20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 - DECLARAÇÃO UNIFICADA - PE 018 - 2022</Template>
  <TotalTime>9</TotalTime>
  <Pages>2</Pages>
  <Words>665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dc:description/>
  <cp:lastModifiedBy>roseane</cp:lastModifiedBy>
  <cp:revision>8</cp:revision>
  <cp:lastPrinted>2021-01-28T21:09:00Z</cp:lastPrinted>
  <dcterms:created xsi:type="dcterms:W3CDTF">2022-01-20T15:53:00Z</dcterms:created>
  <dcterms:modified xsi:type="dcterms:W3CDTF">2024-01-09T17:20:00Z</dcterms:modified>
</cp:coreProperties>
</file>